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3D7" w:rsidRDefault="003C5F58" w:rsidP="000143D7">
      <w:pPr>
        <w:pStyle w:val="LEUBlank"/>
      </w:pPr>
      <w:r>
        <mc:AlternateContent>
          <mc:Choice Requires="wps">
            <w:drawing>
              <wp:anchor distT="0" distB="0" distL="114300" distR="114300" simplePos="0" relativeHeight="251657728" behindDoc="0" locked="0" layoutInCell="1" allowOverlap="1">
                <wp:simplePos x="0" y="0"/>
                <wp:positionH relativeFrom="column">
                  <wp:posOffset>-121920</wp:posOffset>
                </wp:positionH>
                <wp:positionV relativeFrom="paragraph">
                  <wp:posOffset>-975995</wp:posOffset>
                </wp:positionV>
                <wp:extent cx="7082790" cy="0"/>
                <wp:effectExtent l="0" t="0" r="22860" b="1905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82790" cy="0"/>
                        </a:xfrm>
                        <a:prstGeom prst="line">
                          <a:avLst/>
                        </a:prstGeom>
                        <a:noFill/>
                        <a:ln w="3175" cap="rnd">
                          <a:solidFill>
                            <a:schemeClr val="bg1"/>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B2EAC" id="Line 4"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pt,-76.85pt" to="548.1pt,-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" strokecolor="white [3212]" strokeweight=".25pt">
                <v:stroke dashstyle="1 1" endcap="round"/>
              </v:line>
            </w:pict>
          </mc:Fallback>
        </mc:AlternateContent>
      </w:r>
      <w:r>
        <mc:AlternateContent>
          <mc:Choice Requires="wps">
            <w:drawing>
              <wp:anchor distT="0" distB="0" distL="114300" distR="114300" simplePos="0" relativeHeight="251658752" behindDoc="0" locked="0" layoutInCell="1" allowOverlap="1">
                <wp:simplePos x="0" y="0"/>
                <wp:positionH relativeFrom="column">
                  <wp:posOffset>-99060</wp:posOffset>
                </wp:positionH>
                <wp:positionV relativeFrom="paragraph">
                  <wp:posOffset>-1204595</wp:posOffset>
                </wp:positionV>
                <wp:extent cx="7082790" cy="0"/>
                <wp:effectExtent l="0" t="0" r="22860" b="1905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82790" cy="0"/>
                        </a:xfrm>
                        <a:prstGeom prst="line">
                          <a:avLst/>
                        </a:prstGeom>
                        <a:noFill/>
                        <a:ln w="3175" cap="rnd">
                          <a:solidFill>
                            <a:schemeClr val="bg1"/>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2F9B3" id="Line 5"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94.85pt" to="549.9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" strokecolor="white [3212]" strokeweight=".25pt">
                <v:stroke dashstyle="1 1" endcap="round"/>
              </v:line>
            </w:pict>
          </mc:Fallback>
        </mc:AlternateContent>
      </w:r>
      <w:r>
        <mc:AlternateContent>
          <mc:Choice Requires="wps">
            <w:drawing>
              <wp:anchor distT="0" distB="0" distL="114300" distR="114300" simplePos="0" relativeHeight="251656704" behindDoc="0" locked="1" layoutInCell="1" allowOverlap="1">
                <wp:simplePos x="0" y="0"/>
                <wp:positionH relativeFrom="page">
                  <wp:posOffset>367665</wp:posOffset>
                </wp:positionH>
                <wp:positionV relativeFrom="page">
                  <wp:posOffset>1449070</wp:posOffset>
                </wp:positionV>
                <wp:extent cx="3413760" cy="868680"/>
                <wp:effectExtent l="0" t="127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CellMar>
                                <w:left w:w="0" w:type="dxa"/>
                                <w:right w:w="0" w:type="dxa"/>
                              </w:tblCellMar>
                              <w:tblLook w:val="01E0" w:firstRow="1" w:lastRow="1" w:firstColumn="1" w:lastColumn="1" w:noHBand="0" w:noVBand="0"/>
                            </w:tblPr>
                            <w:tblGrid>
                              <w:gridCol w:w="5376"/>
                            </w:tblGrid>
                            <w:tr w:rsidR="009A5015" w:rsidTr="00E859FC">
                              <w:trPr>
                                <w:trHeight w:val="1338"/>
                              </w:trPr>
                              <w:tc>
                                <w:tcPr>
                                  <w:tcW w:w="5399" w:type="dxa"/>
                                  <w:shd w:val="clear" w:color="auto" w:fill="auto"/>
                                  <w:tcMar>
                                    <w:left w:w="0" w:type="dxa"/>
                                    <w:right w:w="0" w:type="dxa"/>
                                  </w:tcMar>
                                  <w:vAlign w:val="bottom"/>
                                </w:tcPr>
                                <w:p w:rsidR="009A5015" w:rsidRPr="00935240" w:rsidRDefault="009A5015" w:rsidP="00E40332">
                                  <w:pPr>
                                    <w:pStyle w:val="LEUBlank"/>
                                  </w:pPr>
                                  <w:r>
                                    <w:fldChar w:fldCharType="begin"/>
                                  </w:r>
                                  <w:r>
                                    <w:instrText xml:space="preserve"> MACROBUTTON  NoMacro School of something </w:instrText>
                                  </w:r>
                                  <w:r>
                                    <w:fldChar w:fldCharType="end"/>
                                  </w:r>
                                </w:p>
                                <w:p w:rsidR="009A5015" w:rsidRDefault="009A5015" w:rsidP="00E40332">
                                  <w:pPr>
                                    <w:pStyle w:val="LEUBlank"/>
                                  </w:pPr>
                                  <w:r>
                                    <w:fldChar w:fldCharType="begin"/>
                                  </w:r>
                                  <w:r>
                                    <w:instrText xml:space="preserve"> MACROBUTTON  NoMacro faculty of other </w:instrText>
                                  </w:r>
                                  <w:r>
                                    <w:fldChar w:fldCharType="end"/>
                                  </w:r>
                                </w:p>
                              </w:tc>
                            </w:tr>
                          </w:tbl>
                          <w:p w:rsidR="009A5015" w:rsidRDefault="009A5015" w:rsidP="009A501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8.95pt;margin-top:114.1pt;width:268.8pt;height:68.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" filled="f" stroked="f">
                <v:textbox inset="0,0,0,0">
                  <w:txbxContent>
                    <w:tbl>
                      <w:tblPr>
                        <w:tblW w:w="0" w:type="auto"/>
                        <w:tblCellMar>
                          <w:left w:w="0" w:type="dxa"/>
                          <w:right w:w="0" w:type="dxa"/>
                        </w:tblCellMar>
                        <w:tblLook w:val="01E0" w:firstRow="1" w:lastRow="1" w:firstColumn="1" w:lastColumn="1" w:noHBand="0" w:noVBand="0"/>
                      </w:tblPr>
                      <w:tblGrid>
                        <w:gridCol w:w="5376"/>
                      </w:tblGrid>
                      <w:tr w:rsidR="009A5015" w:rsidTr="00E859FC">
                        <w:trPr>
                          <w:trHeight w:val="1338"/>
                        </w:trPr>
                        <w:tc>
                          <w:tcPr>
                            <w:tcW w:w="5399" w:type="dxa"/>
                            <w:shd w:val="clear" w:color="auto" w:fill="auto"/>
                            <w:tcMar>
                              <w:left w:w="0" w:type="dxa"/>
                              <w:right w:w="0" w:type="dxa"/>
                            </w:tcMar>
                            <w:vAlign w:val="bottom"/>
                          </w:tcPr>
                          <w:p w:rsidR="009A5015" w:rsidRPr="00935240" w:rsidRDefault="009A5015" w:rsidP="00E40332">
                            <w:pPr>
                              <w:pStyle w:val="LEUBlank"/>
                            </w:pPr>
                            <w:r>
                              <w:fldChar w:fldCharType="begin"/>
                            </w:r>
                            <w:r>
                              <w:instrText xml:space="preserve"> MACROBUTTON  NoMacro School of something </w:instrText>
                            </w:r>
                            <w:r>
                              <w:fldChar w:fldCharType="end"/>
                            </w:r>
                          </w:p>
                          <w:p w:rsidR="009A5015" w:rsidRDefault="009A5015" w:rsidP="00E40332">
                            <w:pPr>
                              <w:pStyle w:val="LEUBlank"/>
                            </w:pPr>
                            <w:r>
                              <w:fldChar w:fldCharType="begin"/>
                            </w:r>
                            <w:r>
                              <w:instrText xml:space="preserve"> MACROBUTTON  NoMacro faculty of other </w:instrText>
                            </w:r>
                            <w:r>
                              <w:fldChar w:fldCharType="end"/>
                            </w:r>
                          </w:p>
                        </w:tc>
                      </w:tr>
                    </w:tbl>
                    <w:p w:rsidR="009A5015" w:rsidRDefault="009A5015" w:rsidP="009A5015"/>
                  </w:txbxContent>
                </v:textbox>
                <w10:wrap anchorx="page" anchory="page"/>
                <w10:anchorlock/>
              </v:shape>
            </w:pict>
          </mc:Fallback>
        </mc:AlternateContent>
      </w:r>
    </w:p>
    <w:p w:rsidR="006D2E5A" w:rsidRDefault="00415F78" w:rsidP="006D2E5A">
      <w:pPr>
        <w:pStyle w:val="LEUFPTitle"/>
      </w:pPr>
      <w:fldSimple w:instr=" TITLE  ">
        <w:r w:rsidR="00AB2924">
          <w:t>Structure Embedding prototype software StrEmbed-4 specification</w:t>
        </w:r>
      </w:fldSimple>
    </w:p>
    <w:p w:rsidR="006D2E5A" w:rsidRDefault="00415F78" w:rsidP="006D2E5A">
      <w:pPr>
        <w:pStyle w:val="LEUFPSubtitle"/>
      </w:pPr>
      <w:fldSimple w:instr=" SUBJECT  ">
        <w:r w:rsidR="00AB2924">
          <w:t>Embedding design structures in engineering information</w:t>
        </w:r>
      </w:fldSimple>
    </w:p>
    <w:p w:rsidR="006D2E5A" w:rsidRDefault="006D2E5A" w:rsidP="006D2E5A">
      <w:pPr>
        <w:pStyle w:val="LEUBodyText"/>
      </w:pPr>
    </w:p>
    <w:p w:rsidR="00E40332" w:rsidRDefault="00DB13B4" w:rsidP="006D2E5A">
      <w:pPr>
        <w:pStyle w:val="LEUBodyText"/>
      </w:pPr>
      <w:r>
        <w:t>13</w:t>
      </w:r>
      <w:r w:rsidR="007D1813">
        <w:t>th</w:t>
      </w:r>
      <w:r w:rsidR="00582E20">
        <w:t xml:space="preserve"> </w:t>
      </w:r>
      <w:r w:rsidR="007D1813">
        <w:t>March</w:t>
      </w:r>
      <w:r w:rsidR="00582E20">
        <w:t xml:space="preserve"> </w:t>
      </w:r>
      <w:r w:rsidR="007D1813">
        <w:t>2017</w:t>
      </w:r>
    </w:p>
    <w:p w:rsidR="00E40332" w:rsidRDefault="00E40332" w:rsidP="006D2E5A">
      <w:pPr>
        <w:pStyle w:val="LEUBodyText"/>
      </w:pPr>
      <w:r>
        <w:t xml:space="preserve">Version </w:t>
      </w:r>
      <w:fldSimple w:instr=" COMMENTS   \* MERGEFORMAT ">
        <w:r w:rsidR="00AB2924">
          <w:t>1.1</w:t>
        </w:r>
      </w:fldSimple>
    </w:p>
    <w:p w:rsidR="00E40332" w:rsidRDefault="00E40332" w:rsidP="006D2E5A">
      <w:pPr>
        <w:pStyle w:val="LEUBodyText"/>
      </w:pPr>
    </w:p>
    <w:p w:rsidR="00E40332" w:rsidRDefault="00657D2A" w:rsidP="00E40332">
      <w:pPr>
        <w:pStyle w:val="LEUHeadingOne"/>
      </w:pPr>
      <w:r>
        <w:t>Background</w:t>
      </w:r>
    </w:p>
    <w:p w:rsidR="00363BB6" w:rsidRDefault="0020063C" w:rsidP="006D2E5A">
      <w:pPr>
        <w:pStyle w:val="LEUBodyText"/>
      </w:pPr>
      <w:r>
        <w:t xml:space="preserve">Technology </w:t>
      </w:r>
      <w:r w:rsidR="00363BB6">
        <w:t>D</w:t>
      </w:r>
      <w:r>
        <w:t>emonstrator is a major deliverable of the Embedding Design Structures in Engineering I</w:t>
      </w:r>
      <w:r w:rsidRPr="0020063C">
        <w:t>nformation</w:t>
      </w:r>
      <w:r>
        <w:t xml:space="preserve"> project</w:t>
      </w:r>
      <w:r w:rsidR="00363BB6" w:rsidRPr="00363BB6">
        <w:t>, a Design The Future project funded by Engineering and Physical Sciences Research Council (grant reference EP/N005694/1).</w:t>
      </w:r>
    </w:p>
    <w:p w:rsidR="00374232" w:rsidRDefault="00363BB6" w:rsidP="00374232">
      <w:pPr>
        <w:pStyle w:val="LEUBodyText"/>
        <w:ind w:firstLine="425"/>
      </w:pPr>
      <w:r>
        <w:t xml:space="preserve">Structure </w:t>
      </w:r>
      <w:r w:rsidR="0020063C">
        <w:t xml:space="preserve">Embedding </w:t>
      </w:r>
      <w:r>
        <w:t xml:space="preserve">version 4 (StrEmbed-4) is a </w:t>
      </w:r>
      <w:r w:rsidR="007E63FD">
        <w:t xml:space="preserve">part </w:t>
      </w:r>
      <w:r>
        <w:t>of the Technology Demonstrator</w:t>
      </w:r>
      <w:r w:rsidR="007E63FD">
        <w:t xml:space="preserve">.  </w:t>
      </w:r>
      <w:r w:rsidR="00374232">
        <w:t>This prototype software</w:t>
      </w:r>
      <w:r w:rsidR="007D1813">
        <w:t xml:space="preserve"> demonstrates the </w:t>
      </w:r>
      <w:r w:rsidR="00374232">
        <w:t xml:space="preserve">findings of the project and the feasibility of its implementation for practical use.  StrEmbed-4 uses data </w:t>
      </w:r>
      <w:r w:rsidR="00E508C6">
        <w:t xml:space="preserve">set </w:t>
      </w:r>
      <w:r w:rsidR="00374232">
        <w:t>of the cases studies defined in the Technology Demonstrator</w:t>
      </w:r>
      <w:r w:rsidR="00E508C6">
        <w:t xml:space="preserve"> to demonstrate key findings of the project</w:t>
      </w:r>
      <w:r w:rsidR="00374232">
        <w:t xml:space="preserve">.  Alternatively, user data in the form of STEP AP214* can also be used.  </w:t>
      </w:r>
      <w:r w:rsidR="00E508C6">
        <w:t xml:space="preserve">STEP AP214 is a popular vendor neutral data exchange format for computer-aided systems.  </w:t>
      </w:r>
      <w:r w:rsidR="00374232">
        <w:t>(*</w:t>
      </w:r>
      <w:r w:rsidR="00E508C6" w:rsidRPr="00E508C6">
        <w:t>Standard for the Exchange of Product model data</w:t>
      </w:r>
      <w:r w:rsidR="00E508C6">
        <w:t xml:space="preserve"> Application Protocol 214, ISO 10303-214</w:t>
      </w:r>
      <w:r w:rsidR="00374232">
        <w:t>)</w:t>
      </w:r>
    </w:p>
    <w:p w:rsidR="003736CD" w:rsidRDefault="005F61B3" w:rsidP="00374232">
      <w:pPr>
        <w:pStyle w:val="LEUBodyText"/>
        <w:ind w:firstLine="425"/>
      </w:pPr>
      <w:r>
        <w:t xml:space="preserve">This paper </w:t>
      </w:r>
      <w:r w:rsidR="00374232">
        <w:t>defines</w:t>
      </w:r>
      <w:r>
        <w:t xml:space="preserve"> a</w:t>
      </w:r>
      <w:r w:rsidR="007E63FD">
        <w:t xml:space="preserve"> functi</w:t>
      </w:r>
      <w:r>
        <w:t xml:space="preserve">onal specification for </w:t>
      </w:r>
      <w:r w:rsidR="007E63FD">
        <w:t>StrEmbed-4</w:t>
      </w:r>
      <w:r>
        <w:t>.</w:t>
      </w:r>
    </w:p>
    <w:p w:rsidR="00363BB6" w:rsidRDefault="00155005" w:rsidP="00363BB6">
      <w:pPr>
        <w:pStyle w:val="LEUHeadingOne"/>
      </w:pPr>
      <w:r w:rsidRPr="00155005">
        <w:t>Specification</w:t>
      </w:r>
    </w:p>
    <w:p w:rsidR="00363BB6" w:rsidRDefault="00B36A63" w:rsidP="00363BB6">
      <w:pPr>
        <w:pStyle w:val="LEUHeadingTwo"/>
      </w:pPr>
      <w:r>
        <w:t>Open file</w:t>
      </w:r>
    </w:p>
    <w:p w:rsidR="00155005" w:rsidRDefault="00155005" w:rsidP="00155005">
      <w:pPr>
        <w:pStyle w:val="LEUBodyText"/>
        <w:numPr>
          <w:ilvl w:val="0"/>
          <w:numId w:val="1"/>
        </w:numPr>
        <w:ind w:left="425" w:hanging="425"/>
      </w:pPr>
      <w:r>
        <w:t>To read assembly f</w:t>
      </w:r>
      <w:r w:rsidR="00FE2557">
        <w:t>iles in STEP AP214 format that</w:t>
      </w:r>
      <w:r>
        <w:t xml:space="preserve"> are ge</w:t>
      </w:r>
      <w:r w:rsidR="00AB3DD3">
        <w:t xml:space="preserve">nerated by CAD systems.  </w:t>
      </w:r>
      <w:r w:rsidR="00FE2557">
        <w:t>STEP files exported via SolidWorks 2016 were used for t</w:t>
      </w:r>
      <w:r w:rsidR="00AB3DD3">
        <w:t>esting</w:t>
      </w:r>
      <w:r w:rsidR="00FE2557">
        <w:t>.</w:t>
      </w:r>
      <w:r w:rsidR="00DB13B4">
        <w:t xml:space="preserve">  Input STEP files are located at </w:t>
      </w:r>
      <w:r w:rsidR="00DB13B4" w:rsidRPr="00DB13B4">
        <w:rPr>
          <w:rStyle w:val="EMcodeChar"/>
        </w:rPr>
        <w:t>../step_data/input</w:t>
      </w:r>
      <w:r w:rsidR="00DB13B4">
        <w:t xml:space="preserve"> by default.</w:t>
      </w:r>
    </w:p>
    <w:p w:rsidR="00B36A63" w:rsidRPr="00B36A63" w:rsidRDefault="00B36A63" w:rsidP="00B36A63">
      <w:pPr>
        <w:pStyle w:val="LEUBodyText"/>
        <w:rPr>
          <w:b/>
        </w:rPr>
      </w:pPr>
      <w:r w:rsidRPr="00B36A63">
        <w:rPr>
          <w:b/>
        </w:rPr>
        <w:t>Assembly tree</w:t>
      </w:r>
    </w:p>
    <w:p w:rsidR="00B36A63" w:rsidRDefault="00B36A63" w:rsidP="00B36A63">
      <w:pPr>
        <w:pStyle w:val="LEUBodyText"/>
        <w:numPr>
          <w:ilvl w:val="0"/>
          <w:numId w:val="1"/>
        </w:numPr>
        <w:ind w:left="425" w:hanging="425"/>
      </w:pPr>
      <w:r>
        <w:t xml:space="preserve">To visualise graphically an assembly structure in two forms, an assembly tree and a Hasse diagram, </w:t>
      </w:r>
      <w:r w:rsidR="00685A64">
        <w:t xml:space="preserve">entries of the former and the elements of the later </w:t>
      </w:r>
      <w:r>
        <w:t>are linked.</w:t>
      </w:r>
    </w:p>
    <w:p w:rsidR="00155005" w:rsidRDefault="00155005" w:rsidP="00155005">
      <w:pPr>
        <w:pStyle w:val="LEUBodyText"/>
        <w:numPr>
          <w:ilvl w:val="0"/>
          <w:numId w:val="1"/>
        </w:numPr>
        <w:ind w:left="425" w:hanging="425"/>
      </w:pPr>
      <w:r>
        <w:t>To display an assembly structure as a collapsible tree.  Each individual part is an indivisible atom for the purpose of interrogating an assembly structure.  A collapsed sub-assembly on the tree is also considered as an indivisible atom as long as it is not expanded.</w:t>
      </w:r>
    </w:p>
    <w:p w:rsidR="00FE2557" w:rsidRDefault="00FE2557" w:rsidP="00FE2557">
      <w:pPr>
        <w:pStyle w:val="LEUBodyText"/>
      </w:pPr>
    </w:p>
    <w:p w:rsidR="00FE2557" w:rsidRDefault="00FE2557" w:rsidP="00FE2557">
      <w:pPr>
        <w:pStyle w:val="LEUBodyText"/>
      </w:pPr>
    </w:p>
    <w:p w:rsidR="00B36A63" w:rsidRPr="00B36A63" w:rsidRDefault="00B36A63" w:rsidP="00B36A63">
      <w:pPr>
        <w:pStyle w:val="LEUBodyText"/>
        <w:rPr>
          <w:b/>
        </w:rPr>
      </w:pPr>
      <w:r w:rsidRPr="00B36A63">
        <w:rPr>
          <w:b/>
        </w:rPr>
        <w:lastRenderedPageBreak/>
        <w:t>Hasse diagram</w:t>
      </w:r>
    </w:p>
    <w:p w:rsidR="00B36A63" w:rsidRDefault="00155005" w:rsidP="00B36A63">
      <w:pPr>
        <w:pStyle w:val="LEUBodyText"/>
        <w:numPr>
          <w:ilvl w:val="0"/>
          <w:numId w:val="1"/>
        </w:numPr>
        <w:ind w:left="425" w:hanging="425"/>
      </w:pPr>
      <w:r>
        <w:t>To display an assembly structure as a Hasse diagram.  A shadow hypercube lattice could be shown in the background to represent all possibly assembly structures for a given number of atoms (parts or collapsed sub-assemblies).  To show graphically that the Hasse diagram is embedded onto the corresponding hypercube lattice.</w:t>
      </w:r>
    </w:p>
    <w:p w:rsidR="00B36A63" w:rsidRPr="00B36A63" w:rsidRDefault="00B36A63" w:rsidP="00B36A63">
      <w:pPr>
        <w:pStyle w:val="LEUBodyText"/>
        <w:rPr>
          <w:b/>
        </w:rPr>
      </w:pPr>
      <w:r>
        <w:rPr>
          <w:b/>
        </w:rPr>
        <w:t xml:space="preserve">Extraction of information of an </w:t>
      </w:r>
      <w:r w:rsidRPr="00B36A63">
        <w:rPr>
          <w:b/>
        </w:rPr>
        <w:t>assembly structure</w:t>
      </w:r>
    </w:p>
    <w:p w:rsidR="00B36A63" w:rsidRDefault="00B36A63" w:rsidP="00B36A63">
      <w:pPr>
        <w:pStyle w:val="LEUBodyText"/>
        <w:numPr>
          <w:ilvl w:val="0"/>
          <w:numId w:val="1"/>
        </w:numPr>
        <w:ind w:left="425" w:hanging="425"/>
      </w:pPr>
      <w:r>
        <w:t>To highlight a part or a sub-assembly by moving a cursor over corresponding graphical item in the Hasse diagram.  Simultaneously the corresponding part or sub-assembly at the assembly tree will be highlight.  It is optional to show information related to a selected entity.</w:t>
      </w:r>
    </w:p>
    <w:p w:rsidR="00B36A63" w:rsidRDefault="00B36A63" w:rsidP="00B36A63">
      <w:pPr>
        <w:pStyle w:val="LEUBodyText"/>
        <w:numPr>
          <w:ilvl w:val="0"/>
          <w:numId w:val="1"/>
        </w:numPr>
        <w:ind w:left="425" w:hanging="425"/>
      </w:pPr>
      <w:r>
        <w:t>To show the feasibility of relating nodes of a Hasse diagram and items of an assembly tree to a pre-processed image that shows the geometries of a product, in this case a robot arm.  A potential extension of this approach is to use OpenGL or VRML or equivalent to visualise a product in real-time instead of using a pre-processed image.</w:t>
      </w:r>
    </w:p>
    <w:p w:rsidR="00B36A63" w:rsidRPr="00B36A63" w:rsidRDefault="00B36A63" w:rsidP="00B36A63">
      <w:pPr>
        <w:pStyle w:val="LEUBodyText"/>
        <w:rPr>
          <w:b/>
        </w:rPr>
      </w:pPr>
      <w:r w:rsidRPr="00B36A63">
        <w:rPr>
          <w:b/>
        </w:rPr>
        <w:t>Modification of assembly structure</w:t>
      </w:r>
    </w:p>
    <w:p w:rsidR="00B36A63" w:rsidRDefault="00B36A63" w:rsidP="00B36A63">
      <w:pPr>
        <w:pStyle w:val="LEUBodyText"/>
        <w:numPr>
          <w:ilvl w:val="0"/>
          <w:numId w:val="1"/>
        </w:numPr>
        <w:ind w:left="425" w:hanging="425"/>
      </w:pPr>
      <w:r>
        <w:t>To modify an assembly tree to support another stage of product life cycle.  For example, if an input product structure represents a product as-design, modified assembly structures could represent the product as-built, as-ship, or as-maintain, etc.</w:t>
      </w:r>
    </w:p>
    <w:p w:rsidR="00B36A63" w:rsidRDefault="00B36A63" w:rsidP="00B36A63">
      <w:pPr>
        <w:pStyle w:val="LEUBodyText"/>
        <w:numPr>
          <w:ilvl w:val="0"/>
          <w:numId w:val="1"/>
        </w:numPr>
        <w:ind w:left="425" w:hanging="425"/>
      </w:pPr>
      <w:r>
        <w:t>Specifically, to afford a user interface allowing modification of an assembly structure that operates on the assembly tree.  It is anticipated that different product structures are not entirely different from one another, but it could be morphed from one to another with a small number of changes.</w:t>
      </w:r>
    </w:p>
    <w:p w:rsidR="00B36A63" w:rsidRPr="00B36A63" w:rsidRDefault="00B36A63" w:rsidP="00B36A63">
      <w:pPr>
        <w:pStyle w:val="LEUBodyText"/>
        <w:rPr>
          <w:b/>
        </w:rPr>
      </w:pPr>
      <w:r w:rsidRPr="00B36A63">
        <w:rPr>
          <w:b/>
        </w:rPr>
        <w:t>Save file</w:t>
      </w:r>
      <w:bookmarkStart w:id="0" w:name="_GoBack"/>
      <w:bookmarkEnd w:id="0"/>
    </w:p>
    <w:p w:rsidR="00B36A63" w:rsidRDefault="00B36A63" w:rsidP="00B36A63">
      <w:pPr>
        <w:pStyle w:val="LEUBodyText"/>
        <w:numPr>
          <w:ilvl w:val="0"/>
          <w:numId w:val="1"/>
        </w:numPr>
        <w:ind w:left="425" w:hanging="425"/>
      </w:pPr>
      <w:r>
        <w:t xml:space="preserve">To save a modified assembly structure as a STEP AP214 which is readable by CAD systems.  </w:t>
      </w:r>
      <w:r w:rsidR="00BC4BEA">
        <w:t>Output STEP files were imported and t</w:t>
      </w:r>
      <w:r>
        <w:t>est</w:t>
      </w:r>
      <w:r w:rsidR="00BC4BEA">
        <w:t>ed using u</w:t>
      </w:r>
      <w:r>
        <w:t>sing SolidWorks 2016.</w:t>
      </w:r>
      <w:r w:rsidR="00DB13B4">
        <w:t xml:space="preserve">  Output STEP files are save</w:t>
      </w:r>
      <w:r w:rsidR="00DB13B4">
        <w:t xml:space="preserve">d at </w:t>
      </w:r>
      <w:r w:rsidR="00DB13B4">
        <w:rPr>
          <w:rStyle w:val="EMcodeChar"/>
        </w:rPr>
        <w:t>../step_data/output</w:t>
      </w:r>
      <w:r w:rsidR="00DB13B4">
        <w:t xml:space="preserve"> by default.</w:t>
      </w:r>
    </w:p>
    <w:p w:rsidR="00B36A63" w:rsidRPr="00B36A63" w:rsidRDefault="00B36A63" w:rsidP="00B36A63">
      <w:pPr>
        <w:pStyle w:val="LEUBodyText"/>
        <w:rPr>
          <w:b/>
        </w:rPr>
      </w:pPr>
      <w:r w:rsidRPr="00B36A63">
        <w:rPr>
          <w:b/>
        </w:rPr>
        <w:t>User interface</w:t>
      </w:r>
    </w:p>
    <w:p w:rsidR="00B36A63" w:rsidRDefault="00B36A63" w:rsidP="00B36A63">
      <w:pPr>
        <w:pStyle w:val="LEUBodyText"/>
        <w:numPr>
          <w:ilvl w:val="0"/>
          <w:numId w:val="1"/>
        </w:numPr>
        <w:ind w:left="425" w:hanging="425"/>
      </w:pPr>
      <w:r>
        <w:t>To afford basic user expectation of a typical pull down menu driven graphical user interface, including open and save files at locations of users’ choices, usage instructions and help, progress indicators and messages if appropriate, graceful exception handling</w:t>
      </w:r>
      <w:r w:rsidRPr="00B36A63">
        <w:t xml:space="preserve"> </w:t>
      </w:r>
      <w:r>
        <w:t>and error messages.</w:t>
      </w:r>
    </w:p>
    <w:p w:rsidR="00010B11" w:rsidRDefault="00010B11" w:rsidP="00363BB6">
      <w:pPr>
        <w:pStyle w:val="LEUBodyText"/>
      </w:pPr>
    </w:p>
    <w:sectPr w:rsidR="00010B11" w:rsidSect="009A5015">
      <w:headerReference w:type="default" r:id="rId7"/>
      <w:footerReference w:type="default" r:id="rId8"/>
      <w:headerReference w:type="first" r:id="rId9"/>
      <w:pgSz w:w="11906" w:h="16838" w:code="9"/>
      <w:pgMar w:top="2552" w:right="567" w:bottom="1418"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3E1" w:rsidRDefault="00C453E1">
      <w:r>
        <w:separator/>
      </w:r>
    </w:p>
  </w:endnote>
  <w:endnote w:type="continuationSeparator" w:id="0">
    <w:p w:rsidR="00C453E1" w:rsidRDefault="00C45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5A" w:rsidRDefault="003C5F58" w:rsidP="006D2E5A">
    <w:pPr>
      <w:pStyle w:val="LEUNormal"/>
    </w:pPr>
    <w:r>
      <w:rPr>
        <w:noProof/>
        <w:lang w:eastAsia="en-GB"/>
      </w:rPr>
      <mc:AlternateContent>
        <mc:Choice Requires="wps">
          <w:drawing>
            <wp:anchor distT="0" distB="0" distL="114300" distR="114300" simplePos="0" relativeHeight="251658240" behindDoc="0" locked="1" layoutInCell="1" allowOverlap="1">
              <wp:simplePos x="0" y="0"/>
              <wp:positionH relativeFrom="page">
                <wp:posOffset>6518275</wp:posOffset>
              </wp:positionH>
              <wp:positionV relativeFrom="page">
                <wp:posOffset>9973310</wp:posOffset>
              </wp:positionV>
              <wp:extent cx="236855" cy="310515"/>
              <wp:effectExtent l="3175" t="635"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E5A" w:rsidRDefault="006D2E5A" w:rsidP="006D2E5A">
                          <w:pPr>
                            <w:pStyle w:val="LEUPgNum"/>
                          </w:pPr>
                          <w:r>
                            <w:fldChar w:fldCharType="begin"/>
                          </w:r>
                          <w:r>
                            <w:instrText xml:space="preserve"> PAGE  </w:instrText>
                          </w:r>
                          <w:r>
                            <w:fldChar w:fldCharType="separate"/>
                          </w:r>
                          <w:r w:rsidR="00AB2924">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513.25pt;margin-top:785.3pt;width:18.65pt;height:24.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" filled="f" stroked="f">
              <v:textbox inset="0,0,0,0">
                <w:txbxContent>
                  <w:p w:rsidR="006D2E5A" w:rsidRDefault="006D2E5A" w:rsidP="006D2E5A">
                    <w:pPr>
                      <w:pStyle w:val="LEUPgNum"/>
                    </w:pPr>
                    <w:r>
                      <w:fldChar w:fldCharType="begin"/>
                    </w:r>
                    <w:r>
                      <w:instrText xml:space="preserve"> PAGE  </w:instrText>
                    </w:r>
                    <w:r>
                      <w:fldChar w:fldCharType="separate"/>
                    </w:r>
                    <w:r w:rsidR="00AB2924">
                      <w:rPr>
                        <w:noProof/>
                      </w:rPr>
                      <w:t>2</w:t>
                    </w:r>
                    <w:r>
                      <w:fldChar w:fldCharType="end"/>
                    </w: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3E1" w:rsidRDefault="00C453E1">
      <w:r>
        <w:separator/>
      </w:r>
    </w:p>
  </w:footnote>
  <w:footnote w:type="continuationSeparator" w:id="0">
    <w:p w:rsidR="00C453E1" w:rsidRDefault="00C45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5A" w:rsidRDefault="003C5F58" w:rsidP="006D2E5A">
    <w:pPr>
      <w:pStyle w:val="LEUNormal"/>
    </w:pPr>
    <w:r>
      <w:rPr>
        <w:noProof/>
        <w:lang w:eastAsia="en-GB"/>
      </w:rPr>
      <mc:AlternateContent>
        <mc:Choice Requires="wps">
          <w:drawing>
            <wp:anchor distT="0" distB="0" distL="114300" distR="114300" simplePos="0" relativeHeight="251657216" behindDoc="0" locked="1" layoutInCell="1" allowOverlap="1">
              <wp:simplePos x="0" y="0"/>
              <wp:positionH relativeFrom="page">
                <wp:posOffset>517525</wp:posOffset>
              </wp:positionH>
              <wp:positionV relativeFrom="page">
                <wp:posOffset>540385</wp:posOffset>
              </wp:positionV>
              <wp:extent cx="6236970" cy="310515"/>
              <wp:effectExtent l="3175"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970"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9837"/>
                          </w:tblGrid>
                          <w:tr w:rsidR="006D2E5A">
                            <w:tc>
                              <w:tcPr>
                                <w:tcW w:w="9837" w:type="dxa"/>
                                <w:tcBorders>
                                  <w:bottom w:val="single" w:sz="4" w:space="0" w:color="auto"/>
                                </w:tcBorders>
                              </w:tcPr>
                              <w:p w:rsidR="006D2E5A" w:rsidRDefault="00415F78" w:rsidP="006D2E5A">
                                <w:pPr>
                                  <w:pStyle w:val="LEUHeaderOne"/>
                                </w:pPr>
                                <w:fldSimple w:instr=" STYLEREF  LEU_FP_Title ">
                                  <w:r w:rsidR="00AB2924">
                                    <w:rPr>
                                      <w:noProof/>
                                    </w:rPr>
                                    <w:t>Structure Embedding prototype software StrEmbed-4 specification</w:t>
                                  </w:r>
                                </w:fldSimple>
                              </w:p>
                            </w:tc>
                          </w:tr>
                          <w:tr w:rsidR="006D2E5A">
                            <w:tc>
                              <w:tcPr>
                                <w:tcW w:w="9837" w:type="dxa"/>
                                <w:tcBorders>
                                  <w:top w:val="single" w:sz="4" w:space="0" w:color="auto"/>
                                </w:tcBorders>
                              </w:tcPr>
                              <w:p w:rsidR="006D2E5A" w:rsidRDefault="00415F78" w:rsidP="006D2E5A">
                                <w:pPr>
                                  <w:pStyle w:val="LEUHeaderTwo"/>
                                </w:pPr>
                                <w:fldSimple w:instr=" STYLEREF  LEU_FP_Subtitle ">
                                  <w:r w:rsidR="00AB2924">
                                    <w:rPr>
                                      <w:noProof/>
                                    </w:rPr>
                                    <w:t>Embedding design structures in engineering information</w:t>
                                  </w:r>
                                </w:fldSimple>
                              </w:p>
                            </w:tc>
                          </w:tr>
                        </w:tbl>
                        <w:p w:rsidR="006D2E5A" w:rsidRDefault="006D2E5A" w:rsidP="006D2E5A">
                          <w:pPr>
                            <w:pStyle w:val="LEUNorma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0.75pt;margin-top:42.55pt;width:491.1pt;height:24.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9837"/>
                    </w:tblGrid>
                    <w:tr w:rsidR="006D2E5A">
                      <w:tc>
                        <w:tcPr>
                          <w:tcW w:w="9837" w:type="dxa"/>
                          <w:tcBorders>
                            <w:bottom w:val="single" w:sz="4" w:space="0" w:color="auto"/>
                          </w:tcBorders>
                        </w:tcPr>
                        <w:p w:rsidR="006D2E5A" w:rsidRDefault="00415F78" w:rsidP="006D2E5A">
                          <w:pPr>
                            <w:pStyle w:val="LEUHeaderOne"/>
                          </w:pPr>
                          <w:fldSimple w:instr=" STYLEREF  LEU_FP_Title ">
                            <w:r w:rsidR="00AB2924">
                              <w:rPr>
                                <w:noProof/>
                              </w:rPr>
                              <w:t>Structure Embedding prototype software StrEmbed-4 specification</w:t>
                            </w:r>
                          </w:fldSimple>
                        </w:p>
                      </w:tc>
                    </w:tr>
                    <w:tr w:rsidR="006D2E5A">
                      <w:tc>
                        <w:tcPr>
                          <w:tcW w:w="9837" w:type="dxa"/>
                          <w:tcBorders>
                            <w:top w:val="single" w:sz="4" w:space="0" w:color="auto"/>
                          </w:tcBorders>
                        </w:tcPr>
                        <w:p w:rsidR="006D2E5A" w:rsidRDefault="00415F78" w:rsidP="006D2E5A">
                          <w:pPr>
                            <w:pStyle w:val="LEUHeaderTwo"/>
                          </w:pPr>
                          <w:fldSimple w:instr=" STYLEREF  LEU_FP_Subtitle ">
                            <w:r w:rsidR="00AB2924">
                              <w:rPr>
                                <w:noProof/>
                              </w:rPr>
                              <w:t>Embedding design structures in engineering information</w:t>
                            </w:r>
                          </w:fldSimple>
                        </w:p>
                      </w:tc>
                    </w:tr>
                  </w:tbl>
                  <w:p w:rsidR="006D2E5A" w:rsidRDefault="006D2E5A" w:rsidP="006D2E5A">
                    <w:pPr>
                      <w:pStyle w:val="LEUNormal"/>
                    </w:pP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5A" w:rsidRDefault="00E40332" w:rsidP="006D2E5A">
    <w:pPr>
      <w:pStyle w:val="LEUHeader"/>
    </w:pPr>
    <w:r>
      <w:rPr>
        <w:noProof/>
        <w:lang w:eastAsia="en-GB"/>
      </w:rPr>
      <w:drawing>
        <wp:anchor distT="0" distB="0" distL="114300" distR="114300" simplePos="0" relativeHeight="251660288" behindDoc="0" locked="0" layoutInCell="1" allowOverlap="1">
          <wp:simplePos x="0" y="0"/>
          <wp:positionH relativeFrom="margin">
            <wp:align>left</wp:align>
          </wp:positionH>
          <wp:positionV relativeFrom="paragraph">
            <wp:posOffset>1169035</wp:posOffset>
          </wp:positionV>
          <wp:extent cx="1051662" cy="720000"/>
          <wp:effectExtent l="0" t="0" r="0" b="44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u_cmyk_masterlogo_29m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1662" cy="720000"/>
                  </a:xfrm>
                  <a:prstGeom prst="rect">
                    <a:avLst/>
                  </a:prstGeom>
                </pic:spPr>
              </pic:pic>
            </a:graphicData>
          </a:graphic>
          <wp14:sizeRelH relativeFrom="page">
            <wp14:pctWidth>0</wp14:pctWidth>
          </wp14:sizeRelH>
          <wp14:sizeRelV relativeFrom="page">
            <wp14:pctHeight>0</wp14:pctHeight>
          </wp14:sizeRelV>
        </wp:anchor>
      </w:drawing>
    </w:r>
    <w:r w:rsidR="003C5F58">
      <w:rPr>
        <w:noProof/>
        <w:lang w:eastAsia="en-GB"/>
      </w:rPr>
      <mc:AlternateContent>
        <mc:Choice Requires="wps">
          <w:drawing>
            <wp:anchor distT="0" distB="0" distL="114300" distR="114300" simplePos="0" relativeHeight="251656192" behindDoc="0" locked="1" layoutInCell="1" allowOverlap="1">
              <wp:simplePos x="0" y="0"/>
              <wp:positionH relativeFrom="page">
                <wp:posOffset>4888865</wp:posOffset>
              </wp:positionH>
              <wp:positionV relativeFrom="page">
                <wp:posOffset>1548130</wp:posOffset>
              </wp:positionV>
              <wp:extent cx="2386330" cy="847725"/>
              <wp:effectExtent l="2540" t="0" r="1905"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633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E5A" w:rsidRDefault="003C5F58" w:rsidP="006D2E5A">
                          <w:pPr>
                            <w:pStyle w:val="LEUNormal"/>
                          </w:pPr>
                          <w:r>
                            <w:rPr>
                              <w:noProof/>
                              <w:lang w:eastAsia="en-GB"/>
                            </w:rPr>
                            <w:drawing>
                              <wp:inline distT="0" distB="0" distL="0" distR="0">
                                <wp:extent cx="2389350" cy="850900"/>
                                <wp:effectExtent l="0" t="0" r="0" b="635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edsUniBlack"/>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89350" cy="8509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384.95pt;margin-top:121.9pt;width:187.9pt;height:66.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" filled="f" stroked="f">
              <v:textbox inset="0,0,0,0">
                <w:txbxContent>
                  <w:p w:rsidR="006D2E5A" w:rsidRDefault="003C5F58" w:rsidP="006D2E5A">
                    <w:pPr>
                      <w:pStyle w:val="LEUNormal"/>
                    </w:pPr>
                    <w:r>
                      <w:rPr>
                        <w:noProof/>
                        <w:lang w:eastAsia="en-GB"/>
                      </w:rPr>
                      <w:drawing>
                        <wp:inline distT="0" distB="0" distL="0" distR="0">
                          <wp:extent cx="2389350" cy="850900"/>
                          <wp:effectExtent l="0" t="0" r="0" b="635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edsUniBlack"/>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89350" cy="850900"/>
                                  </a:xfrm>
                                  <a:prstGeom prst="rect">
                                    <a:avLst/>
                                  </a:prstGeom>
                                  <a:noFill/>
                                  <a:ln>
                                    <a:noFill/>
                                  </a:ln>
                                </pic:spPr>
                              </pic:pic>
                            </a:graphicData>
                          </a:graphic>
                        </wp:inline>
                      </w:drawing>
                    </w:r>
                  </w:p>
                </w:txbxContent>
              </v:textbox>
              <w10:wrap anchorx="page" anchory="page"/>
              <w10:anchorlock/>
            </v:shape>
          </w:pict>
        </mc:Fallback>
      </mc:AlternateContent>
    </w:r>
    <w:r w:rsidR="003C5F58">
      <w:rPr>
        <w:noProof/>
        <w:lang w:eastAsia="en-GB"/>
      </w:rPr>
      <mc:AlternateContent>
        <mc:Choice Requires="wps">
          <w:drawing>
            <wp:anchor distT="0" distB="0" distL="114300" distR="114300" simplePos="0" relativeHeight="251659264" behindDoc="0" locked="1" layoutInCell="1" allowOverlap="1">
              <wp:simplePos x="0" y="0"/>
              <wp:positionH relativeFrom="page">
                <wp:posOffset>165735</wp:posOffset>
              </wp:positionH>
              <wp:positionV relativeFrom="page">
                <wp:posOffset>2508250</wp:posOffset>
              </wp:positionV>
              <wp:extent cx="7200265" cy="0"/>
              <wp:effectExtent l="13335" t="12700" r="6350"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2DA1B4" id="Line 4"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05pt,197.5pt" to="580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BQ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">
              <w10:wrap anchorx="page" anchory="page"/>
              <w10:anchorlo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467EC0"/>
    <w:multiLevelType w:val="hybridMultilevel"/>
    <w:tmpl w:val="C40A41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101"/>
    <w:rsid w:val="00010B11"/>
    <w:rsid w:val="000143D7"/>
    <w:rsid w:val="00031652"/>
    <w:rsid w:val="00140EF4"/>
    <w:rsid w:val="00155005"/>
    <w:rsid w:val="00164305"/>
    <w:rsid w:val="00165793"/>
    <w:rsid w:val="001A25A6"/>
    <w:rsid w:val="001D0EDF"/>
    <w:rsid w:val="001E3055"/>
    <w:rsid w:val="0020063C"/>
    <w:rsid w:val="00252B75"/>
    <w:rsid w:val="002C12C7"/>
    <w:rsid w:val="002C2198"/>
    <w:rsid w:val="002C59BA"/>
    <w:rsid w:val="002E2F63"/>
    <w:rsid w:val="00363BB6"/>
    <w:rsid w:val="003736CD"/>
    <w:rsid w:val="00374232"/>
    <w:rsid w:val="00395137"/>
    <w:rsid w:val="003C5F58"/>
    <w:rsid w:val="00415F78"/>
    <w:rsid w:val="004350A9"/>
    <w:rsid w:val="00446A7B"/>
    <w:rsid w:val="004603E2"/>
    <w:rsid w:val="00463E70"/>
    <w:rsid w:val="004A75EE"/>
    <w:rsid w:val="005435D8"/>
    <w:rsid w:val="00563757"/>
    <w:rsid w:val="00582E20"/>
    <w:rsid w:val="005E19AD"/>
    <w:rsid w:val="005F61B3"/>
    <w:rsid w:val="0060506B"/>
    <w:rsid w:val="0062265C"/>
    <w:rsid w:val="0064114F"/>
    <w:rsid w:val="00657D2A"/>
    <w:rsid w:val="0066593C"/>
    <w:rsid w:val="00685A64"/>
    <w:rsid w:val="006A4AF0"/>
    <w:rsid w:val="006D2E5A"/>
    <w:rsid w:val="00705033"/>
    <w:rsid w:val="00705FF9"/>
    <w:rsid w:val="00713F98"/>
    <w:rsid w:val="00725A72"/>
    <w:rsid w:val="00755BC3"/>
    <w:rsid w:val="007D1813"/>
    <w:rsid w:val="007E63FD"/>
    <w:rsid w:val="00802DC9"/>
    <w:rsid w:val="008244C7"/>
    <w:rsid w:val="00832242"/>
    <w:rsid w:val="0089329C"/>
    <w:rsid w:val="008D6372"/>
    <w:rsid w:val="009048F4"/>
    <w:rsid w:val="00905831"/>
    <w:rsid w:val="009718B9"/>
    <w:rsid w:val="00975610"/>
    <w:rsid w:val="009A5015"/>
    <w:rsid w:val="00AA524C"/>
    <w:rsid w:val="00AB2924"/>
    <w:rsid w:val="00AB3DD3"/>
    <w:rsid w:val="00AF5BFC"/>
    <w:rsid w:val="00B03A0E"/>
    <w:rsid w:val="00B31101"/>
    <w:rsid w:val="00B36A63"/>
    <w:rsid w:val="00B57DFF"/>
    <w:rsid w:val="00B77E60"/>
    <w:rsid w:val="00BA681C"/>
    <w:rsid w:val="00BC4BEA"/>
    <w:rsid w:val="00BC6199"/>
    <w:rsid w:val="00BC7B39"/>
    <w:rsid w:val="00BE4E0E"/>
    <w:rsid w:val="00C01A6B"/>
    <w:rsid w:val="00C02EA7"/>
    <w:rsid w:val="00C31119"/>
    <w:rsid w:val="00C453E1"/>
    <w:rsid w:val="00CB1DAB"/>
    <w:rsid w:val="00D24CE1"/>
    <w:rsid w:val="00D350F9"/>
    <w:rsid w:val="00D83140"/>
    <w:rsid w:val="00DB13B4"/>
    <w:rsid w:val="00E40332"/>
    <w:rsid w:val="00E508C6"/>
    <w:rsid w:val="00E859FC"/>
    <w:rsid w:val="00EB47BC"/>
    <w:rsid w:val="00EC741F"/>
    <w:rsid w:val="00EE29DE"/>
    <w:rsid w:val="00F17159"/>
    <w:rsid w:val="00F31362"/>
    <w:rsid w:val="00F54796"/>
    <w:rsid w:val="00F6308E"/>
    <w:rsid w:val="00F828B8"/>
    <w:rsid w:val="00F922CB"/>
    <w:rsid w:val="00F94B2E"/>
    <w:rsid w:val="00F97D5C"/>
    <w:rsid w:val="00FE2557"/>
    <w:rsid w:val="00FF0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1C6EE9D5-F6CF-45B6-9443-E22D6014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UNormal">
    <w:name w:val="LEU_Normal"/>
    <w:link w:val="LEUNormalChar"/>
    <w:rsid w:val="00832CD7"/>
    <w:rPr>
      <w:rFonts w:ascii="Arial" w:hAnsi="Arial"/>
      <w:sz w:val="24"/>
      <w:szCs w:val="24"/>
      <w:lang w:eastAsia="en-US"/>
    </w:rPr>
  </w:style>
  <w:style w:type="paragraph" w:styleId="Header">
    <w:name w:val="header"/>
    <w:basedOn w:val="Normal"/>
    <w:rsid w:val="00832CD7"/>
    <w:pPr>
      <w:tabs>
        <w:tab w:val="center" w:pos="4153"/>
        <w:tab w:val="right" w:pos="8306"/>
      </w:tabs>
    </w:pPr>
  </w:style>
  <w:style w:type="paragraph" w:styleId="Footer">
    <w:name w:val="footer"/>
    <w:basedOn w:val="Normal"/>
    <w:rsid w:val="00832CD7"/>
    <w:pPr>
      <w:tabs>
        <w:tab w:val="center" w:pos="4153"/>
        <w:tab w:val="right" w:pos="8306"/>
      </w:tabs>
    </w:pPr>
  </w:style>
  <w:style w:type="paragraph" w:customStyle="1" w:styleId="LEUFPTitle">
    <w:name w:val="LEU_FP_Title"/>
    <w:basedOn w:val="LEUNormal"/>
    <w:rsid w:val="00AD1C2A"/>
    <w:pPr>
      <w:spacing w:line="720" w:lineRule="exact"/>
    </w:pPr>
    <w:rPr>
      <w:sz w:val="64"/>
    </w:rPr>
  </w:style>
  <w:style w:type="paragraph" w:customStyle="1" w:styleId="LEUFPSubtitle">
    <w:name w:val="LEU_FP_Subtitle"/>
    <w:basedOn w:val="LEUNormal"/>
    <w:rsid w:val="00832CD7"/>
    <w:pPr>
      <w:spacing w:line="280" w:lineRule="exact"/>
    </w:pPr>
  </w:style>
  <w:style w:type="paragraph" w:customStyle="1" w:styleId="LEUHeader">
    <w:name w:val="LEU_Header"/>
    <w:basedOn w:val="LEUNormal"/>
    <w:rsid w:val="00832CD7"/>
    <w:pPr>
      <w:spacing w:after="4160" w:line="240" w:lineRule="exact"/>
    </w:pPr>
  </w:style>
  <w:style w:type="paragraph" w:customStyle="1" w:styleId="LEUHeaderOne">
    <w:name w:val="LEU_HeaderOne"/>
    <w:basedOn w:val="LEUNormal"/>
    <w:rsid w:val="00832CD7"/>
    <w:pPr>
      <w:spacing w:line="200" w:lineRule="exact"/>
    </w:pPr>
    <w:rPr>
      <w:b/>
      <w:sz w:val="16"/>
    </w:rPr>
  </w:style>
  <w:style w:type="paragraph" w:customStyle="1" w:styleId="LEUHeaderTwo">
    <w:name w:val="LEU_HeaderTwo"/>
    <w:basedOn w:val="LEUNormal"/>
    <w:rsid w:val="00832CD7"/>
    <w:pPr>
      <w:spacing w:before="40" w:line="200" w:lineRule="exact"/>
    </w:pPr>
    <w:rPr>
      <w:sz w:val="16"/>
    </w:rPr>
  </w:style>
  <w:style w:type="paragraph" w:customStyle="1" w:styleId="LEUPgNum">
    <w:name w:val="LEU_PgNum"/>
    <w:basedOn w:val="LEUNormal"/>
    <w:rsid w:val="00832CD7"/>
    <w:pPr>
      <w:spacing w:line="200" w:lineRule="exact"/>
      <w:jc w:val="right"/>
    </w:pPr>
    <w:rPr>
      <w:sz w:val="16"/>
    </w:rPr>
  </w:style>
  <w:style w:type="paragraph" w:customStyle="1" w:styleId="LEUBodyText">
    <w:name w:val="LEU_Body Text"/>
    <w:basedOn w:val="LEUNormal"/>
    <w:link w:val="LEUBodyTextChar"/>
    <w:rsid w:val="00832CD7"/>
    <w:pPr>
      <w:spacing w:after="120" w:line="240" w:lineRule="exact"/>
    </w:pPr>
    <w:rPr>
      <w:sz w:val="20"/>
    </w:rPr>
  </w:style>
  <w:style w:type="paragraph" w:customStyle="1" w:styleId="LEUHeadingOne">
    <w:name w:val="LEU_Heading One"/>
    <w:basedOn w:val="LEUNormal"/>
    <w:rsid w:val="00832CD7"/>
    <w:pPr>
      <w:spacing w:after="120" w:line="280" w:lineRule="exact"/>
    </w:pPr>
    <w:rPr>
      <w:b/>
    </w:rPr>
  </w:style>
  <w:style w:type="paragraph" w:customStyle="1" w:styleId="LEUHeadingTwo">
    <w:name w:val="LEU_Heading Two"/>
    <w:basedOn w:val="LEUNormal"/>
    <w:rsid w:val="00832CD7"/>
    <w:pPr>
      <w:spacing w:line="240" w:lineRule="exact"/>
    </w:pPr>
    <w:rPr>
      <w:b/>
      <w:sz w:val="20"/>
    </w:rPr>
  </w:style>
  <w:style w:type="paragraph" w:customStyle="1" w:styleId="LEUFPFac">
    <w:name w:val="LEU_FP_Fac"/>
    <w:rsid w:val="009A5015"/>
    <w:pPr>
      <w:spacing w:before="60" w:line="280" w:lineRule="exact"/>
    </w:pPr>
    <w:rPr>
      <w:rFonts w:ascii="Arial" w:hAnsi="Arial"/>
      <w:caps/>
      <w:lang w:eastAsia="en-US"/>
    </w:rPr>
  </w:style>
  <w:style w:type="paragraph" w:customStyle="1" w:styleId="LEUFPSchool">
    <w:name w:val="LEU_FP_School"/>
    <w:next w:val="LEUFPFac"/>
    <w:rsid w:val="009A5015"/>
    <w:pPr>
      <w:spacing w:line="400" w:lineRule="exact"/>
    </w:pPr>
    <w:rPr>
      <w:rFonts w:ascii="Arial" w:hAnsi="Arial"/>
      <w:b/>
      <w:sz w:val="36"/>
      <w:szCs w:val="36"/>
      <w:lang w:eastAsia="en-US"/>
    </w:rPr>
  </w:style>
  <w:style w:type="paragraph" w:customStyle="1" w:styleId="LEUBlank">
    <w:name w:val="LEU_Blank"/>
    <w:basedOn w:val="LEUFPTitle"/>
    <w:rsid w:val="000143D7"/>
    <w:pPr>
      <w:spacing w:line="20" w:lineRule="exact"/>
    </w:pPr>
    <w:rPr>
      <w:rFonts w:cs="Arial"/>
      <w:noProof/>
      <w:color w:val="FFFFFF"/>
      <w:sz w:val="2"/>
      <w:szCs w:val="2"/>
      <w:lang w:eastAsia="en-GB"/>
    </w:rPr>
  </w:style>
  <w:style w:type="table" w:styleId="TableGrid">
    <w:name w:val="Table Grid"/>
    <w:basedOn w:val="TableNormal"/>
    <w:rsid w:val="009A5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code">
    <w:name w:val="EM_code"/>
    <w:basedOn w:val="LEUBodyText"/>
    <w:link w:val="EMcodeChar"/>
    <w:qFormat/>
    <w:rsid w:val="004350A9"/>
    <w:pPr>
      <w:spacing w:after="0"/>
    </w:pPr>
    <w:rPr>
      <w:rFonts w:ascii="Courier New" w:hAnsi="Courier New"/>
      <w:sz w:val="18"/>
    </w:rPr>
  </w:style>
  <w:style w:type="character" w:customStyle="1" w:styleId="LEUNormalChar">
    <w:name w:val="LEU_Normal Char"/>
    <w:basedOn w:val="DefaultParagraphFont"/>
    <w:link w:val="LEUNormal"/>
    <w:rsid w:val="004350A9"/>
    <w:rPr>
      <w:rFonts w:ascii="Arial" w:hAnsi="Arial"/>
      <w:sz w:val="24"/>
      <w:szCs w:val="24"/>
      <w:lang w:eastAsia="en-US"/>
    </w:rPr>
  </w:style>
  <w:style w:type="character" w:customStyle="1" w:styleId="LEUBodyTextChar">
    <w:name w:val="LEU_Body Text Char"/>
    <w:basedOn w:val="LEUNormalChar"/>
    <w:link w:val="LEUBodyText"/>
    <w:rsid w:val="004350A9"/>
    <w:rPr>
      <w:rFonts w:ascii="Arial" w:hAnsi="Arial"/>
      <w:sz w:val="24"/>
      <w:szCs w:val="24"/>
      <w:lang w:eastAsia="en-US"/>
    </w:rPr>
  </w:style>
  <w:style w:type="character" w:customStyle="1" w:styleId="EMcodeChar">
    <w:name w:val="EM_code Char"/>
    <w:basedOn w:val="LEUBodyTextChar"/>
    <w:link w:val="EMcode"/>
    <w:rsid w:val="004350A9"/>
    <w:rPr>
      <w:rFonts w:ascii="Courier New" w:hAnsi="Courier New"/>
      <w:sz w:val="18"/>
      <w:szCs w:val="24"/>
      <w:lang w:eastAsia="en-US"/>
    </w:rPr>
  </w:style>
  <w:style w:type="paragraph" w:styleId="BalloonText">
    <w:name w:val="Balloon Text"/>
    <w:basedOn w:val="Normal"/>
    <w:link w:val="BalloonTextChar"/>
    <w:uiPriority w:val="99"/>
    <w:semiHidden/>
    <w:unhideWhenUsed/>
    <w:rsid w:val="00F313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6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671955">
      <w:bodyDiv w:val="1"/>
      <w:marLeft w:val="0"/>
      <w:marRight w:val="0"/>
      <w:marTop w:val="0"/>
      <w:marBottom w:val="0"/>
      <w:divBdr>
        <w:top w:val="none" w:sz="0" w:space="0" w:color="auto"/>
        <w:left w:val="none" w:sz="0" w:space="0" w:color="auto"/>
        <w:bottom w:val="none" w:sz="0" w:space="0" w:color="auto"/>
        <w:right w:val="none" w:sz="0" w:space="0" w:color="auto"/>
      </w:divBdr>
      <w:divsChild>
        <w:div w:id="1511724052">
          <w:marLeft w:val="0"/>
          <w:marRight w:val="0"/>
          <w:marTop w:val="0"/>
          <w:marBottom w:val="0"/>
          <w:divBdr>
            <w:top w:val="none" w:sz="0" w:space="0" w:color="auto"/>
            <w:left w:val="none" w:sz="0" w:space="0" w:color="auto"/>
            <w:bottom w:val="none" w:sz="0" w:space="0" w:color="auto"/>
            <w:right w:val="none" w:sz="0" w:space="0" w:color="auto"/>
          </w:divBdr>
          <w:divsChild>
            <w:div w:id="2104064801">
              <w:marLeft w:val="0"/>
              <w:marRight w:val="0"/>
              <w:marTop w:val="0"/>
              <w:marBottom w:val="0"/>
              <w:divBdr>
                <w:top w:val="none" w:sz="0" w:space="0" w:color="auto"/>
                <w:left w:val="none" w:sz="0" w:space="0" w:color="auto"/>
                <w:bottom w:val="none" w:sz="0" w:space="0" w:color="auto"/>
                <w:right w:val="none" w:sz="0" w:space="0" w:color="auto"/>
              </w:divBdr>
              <w:divsChild>
                <w:div w:id="1644313217">
                  <w:marLeft w:val="0"/>
                  <w:marRight w:val="0"/>
                  <w:marTop w:val="0"/>
                  <w:marBottom w:val="0"/>
                  <w:divBdr>
                    <w:top w:val="none" w:sz="0" w:space="0" w:color="auto"/>
                    <w:left w:val="none" w:sz="0" w:space="0" w:color="auto"/>
                    <w:bottom w:val="none" w:sz="0" w:space="0" w:color="auto"/>
                    <w:right w:val="none" w:sz="0" w:space="0" w:color="auto"/>
                  </w:divBdr>
                  <w:divsChild>
                    <w:div w:id="197913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M:\embedding\papers%20-%20writings\templates\word\template\em\Embedding%20Word%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Embedding Word template.dotm</Template>
  <TotalTime>1635</TotalTime>
  <Pages>2</Pages>
  <Words>582</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Structure Embedding prototype software StrEmbed-4 specification</vt:lpstr>
    </vt:vector>
  </TitlesOfParts>
  <Company>University of Leeds and The Open University</Company>
  <LinksUpToDate>false</LinksUpToDate>
  <CharactersWithSpaces>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Embedding prototype software StrEmbed-4 specification</dc:title>
  <dc:subject>Embedding design structures in engineering information</dc:subject>
  <dc:creator>Hau Hing Chau</dc:creator>
  <cp:keywords/>
  <dc:description>1.1</dc:description>
  <cp:lastModifiedBy>Hau Hing Chau</cp:lastModifiedBy>
  <cp:revision>47</cp:revision>
  <cp:lastPrinted>2017-03-09T12:35:00Z</cp:lastPrinted>
  <dcterms:created xsi:type="dcterms:W3CDTF">2017-01-20T09:24:00Z</dcterms:created>
  <dcterms:modified xsi:type="dcterms:W3CDTF">2017-03-13T14:25:00Z</dcterms:modified>
</cp:coreProperties>
</file>